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E9" w:rsidRDefault="00F807E9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07E9" w:rsidRDefault="00F807E9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F807E9" w:rsidRDefault="00F807E9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807E9" w:rsidRDefault="00F807E9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07E9" w:rsidRDefault="00F807E9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F807E9" w:rsidRDefault="00F807E9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807E9" w:rsidRDefault="00F807E9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807E9" w:rsidRDefault="00F807E9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F807E9" w:rsidRDefault="00F807E9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F807E9" w:rsidRDefault="00F807E9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F807E9" w:rsidRDefault="00F807E9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F807E9" w:rsidRPr="009C67FF" w:rsidRDefault="00F807E9" w:rsidP="00DF7CB0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 xml:space="preserve">Konserwacja i naprawy awaryjne urządzeń oświetlenia ulic własności Gminy Bydgoszcz </w:t>
      </w:r>
    </w:p>
    <w:p w:rsidR="00F807E9" w:rsidRPr="007F3A94" w:rsidRDefault="00F807E9" w:rsidP="00DF7CB0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9C67FF">
        <w:rPr>
          <w:rFonts w:ascii="Arial" w:hAnsi="Arial" w:cs="Arial"/>
          <w:b/>
          <w:bCs/>
          <w:i/>
          <w:iCs/>
          <w:sz w:val="21"/>
          <w:szCs w:val="21"/>
        </w:rPr>
        <w:t>na terenie Miasta Bydgoszczy w 2019 roku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–</w:t>
      </w:r>
      <w:r w:rsidRPr="004F3D20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OBSZAR III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F807E9" w:rsidRDefault="00F807E9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F807E9" w:rsidRDefault="00F807E9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07E9" w:rsidRPr="00540EE1" w:rsidRDefault="00F807E9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F807E9" w:rsidRDefault="00F807E9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F807E9" w:rsidRDefault="00F807E9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F807E9" w:rsidRDefault="00F807E9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F807E9" w:rsidRPr="00E75EDD" w:rsidRDefault="00F807E9" w:rsidP="00090EA5">
      <w:pPr>
        <w:jc w:val="both"/>
        <w:rPr>
          <w:i/>
          <w:sz w:val="8"/>
          <w:szCs w:val="21"/>
        </w:rPr>
      </w:pP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F807E9" w:rsidRDefault="00F807E9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07E9" w:rsidRDefault="00F807E9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7E9" w:rsidRDefault="00F807E9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F807E9" w:rsidRDefault="00F807E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F807E9" w:rsidRDefault="00F807E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F807E9" w:rsidRPr="00B34D0E" w:rsidRDefault="00F807E9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07E9" w:rsidRPr="00E96C5D" w:rsidRDefault="00F807E9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F807E9" w:rsidRPr="00E96C5D" w:rsidRDefault="00F807E9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F807E9" w:rsidRPr="00E96C5D" w:rsidRDefault="00F807E9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F807E9" w:rsidRPr="00E96C5D" w:rsidRDefault="00F807E9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807E9" w:rsidRDefault="00F807E9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F807E9" w:rsidRDefault="00F807E9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F807E9" w:rsidRPr="00E96C5D" w:rsidRDefault="00F807E9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F807E9" w:rsidRPr="00E96C5D" w:rsidRDefault="00F807E9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807E9" w:rsidRDefault="00F807E9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7E9" w:rsidRDefault="00F807E9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7E9" w:rsidRDefault="00F807E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F807E9" w:rsidRPr="00E75EDD" w:rsidRDefault="00F807E9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F807E9" w:rsidRPr="00E75EDD" w:rsidRDefault="00F807E9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>
      <w:pPr>
        <w:ind w:right="8788"/>
        <w:rPr>
          <w:i/>
          <w:iCs/>
        </w:rPr>
      </w:pPr>
      <w:r w:rsidRPr="006024FA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F807E9" w:rsidRPr="006975BB" w:rsidRDefault="00F807E9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F807E9" w:rsidRPr="006975BB" w:rsidRDefault="00F807E9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F807E9" w:rsidRDefault="00F807E9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07E9" w:rsidRDefault="00F807E9" w:rsidP="00090EA5"/>
    <w:p w:rsidR="00F807E9" w:rsidRPr="00090EA5" w:rsidRDefault="00F807E9" w:rsidP="00090EA5"/>
    <w:sectPr w:rsidR="00F807E9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7E9" w:rsidRDefault="00F807E9" w:rsidP="008B6F0F">
      <w:pPr>
        <w:spacing w:after="0" w:line="240" w:lineRule="auto"/>
      </w:pPr>
      <w:r>
        <w:separator/>
      </w:r>
    </w:p>
  </w:endnote>
  <w:endnote w:type="continuationSeparator" w:id="0">
    <w:p w:rsidR="00F807E9" w:rsidRDefault="00F807E9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7E9" w:rsidRPr="008B6F0F" w:rsidRDefault="00F807E9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F807E9" w:rsidRDefault="00F80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7E9" w:rsidRDefault="00F807E9" w:rsidP="008B6F0F">
      <w:pPr>
        <w:spacing w:after="0" w:line="240" w:lineRule="auto"/>
      </w:pPr>
      <w:r>
        <w:separator/>
      </w:r>
    </w:p>
  </w:footnote>
  <w:footnote w:type="continuationSeparator" w:id="0">
    <w:p w:rsidR="00F807E9" w:rsidRDefault="00F807E9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7E9" w:rsidRDefault="00F807E9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053/2018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F807E9" w:rsidRPr="003875C0" w:rsidRDefault="00F807E9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10-III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0891"/>
    <w:rsid w:val="00074939"/>
    <w:rsid w:val="00090EA5"/>
    <w:rsid w:val="000B18A4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4F3D20"/>
    <w:rsid w:val="004F457A"/>
    <w:rsid w:val="00540EE1"/>
    <w:rsid w:val="00557E51"/>
    <w:rsid w:val="005763C1"/>
    <w:rsid w:val="005B077D"/>
    <w:rsid w:val="006024FA"/>
    <w:rsid w:val="00610234"/>
    <w:rsid w:val="006975BB"/>
    <w:rsid w:val="006B0FC9"/>
    <w:rsid w:val="006C15B1"/>
    <w:rsid w:val="00705592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52060"/>
    <w:rsid w:val="00966775"/>
    <w:rsid w:val="009C67FF"/>
    <w:rsid w:val="00A618EC"/>
    <w:rsid w:val="00A75432"/>
    <w:rsid w:val="00AA3173"/>
    <w:rsid w:val="00AD06DD"/>
    <w:rsid w:val="00AF50AB"/>
    <w:rsid w:val="00B07A7F"/>
    <w:rsid w:val="00B34D0E"/>
    <w:rsid w:val="00B52711"/>
    <w:rsid w:val="00C1499C"/>
    <w:rsid w:val="00C42B8E"/>
    <w:rsid w:val="00CB062B"/>
    <w:rsid w:val="00D40E5A"/>
    <w:rsid w:val="00D60C29"/>
    <w:rsid w:val="00DD27A4"/>
    <w:rsid w:val="00DF7CB0"/>
    <w:rsid w:val="00E24D01"/>
    <w:rsid w:val="00E25EFF"/>
    <w:rsid w:val="00E75EDD"/>
    <w:rsid w:val="00E76B8C"/>
    <w:rsid w:val="00E91F42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807E9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5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456</Words>
  <Characters>2741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29</cp:revision>
  <cp:lastPrinted>2018-11-19T08:11:00Z</cp:lastPrinted>
  <dcterms:created xsi:type="dcterms:W3CDTF">2018-02-20T08:11:00Z</dcterms:created>
  <dcterms:modified xsi:type="dcterms:W3CDTF">2018-11-19T08:12:00Z</dcterms:modified>
</cp:coreProperties>
</file>